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1735">
        <w:rPr>
          <w:rFonts w:ascii="Arial" w:hAnsi="Arial" w:cs="Arial"/>
          <w:b/>
          <w:caps/>
          <w:sz w:val="28"/>
          <w:szCs w:val="28"/>
        </w:rPr>
        <w:t>800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4173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1735">
              <w:rPr>
                <w:rFonts w:ascii="Arial" w:hAnsi="Arial" w:cs="Arial"/>
                <w:sz w:val="20"/>
                <w:szCs w:val="20"/>
              </w:rPr>
              <w:t>Solicita manutenção do ponto de ônibus localizado na Avenida Lucas Nogueira Garcez, defronte do EducaMais,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41735">
        <w:rPr>
          <w:rFonts w:ascii="Arial" w:hAnsi="Arial" w:cs="Arial"/>
        </w:rPr>
        <w:t>à</w:t>
      </w:r>
      <w:r w:rsidR="00341735" w:rsidRPr="00341735">
        <w:rPr>
          <w:rFonts w:ascii="Arial" w:hAnsi="Arial" w:cs="Arial"/>
        </w:rPr>
        <w:t xml:space="preserve"> manutenção do ponto de ônibus localizado na Avenida Lucas Nogueira Garcez, defronte do EducaMais, no Jardim Nova Esperança.</w:t>
      </w:r>
      <w:bookmarkStart w:id="0" w:name="_GoBack"/>
      <w:bookmarkEnd w:id="0"/>
    </w:p>
    <w:p w:rsidR="00341735" w:rsidRPr="00341735" w:rsidRDefault="00341735" w:rsidP="0034173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41735">
        <w:rPr>
          <w:rFonts w:ascii="Arial" w:hAnsi="Arial" w:cs="Arial"/>
        </w:rPr>
        <w:t>Conforme as fotos em anexo, a aludida cobertura está torta</w:t>
      </w:r>
      <w:r>
        <w:rPr>
          <w:rFonts w:ascii="Arial" w:hAnsi="Arial" w:cs="Arial"/>
        </w:rPr>
        <w:t>,</w:t>
      </w:r>
      <w:r w:rsidRPr="00341735">
        <w:rPr>
          <w:rFonts w:ascii="Arial" w:hAnsi="Arial" w:cs="Arial"/>
        </w:rPr>
        <w:t xml:space="preserve"> apresentando abertura, o que faz com que sol e chuva atinjam os usuários do local e não permite que o </w:t>
      </w:r>
      <w:r>
        <w:rPr>
          <w:rFonts w:ascii="Arial" w:hAnsi="Arial" w:cs="Arial"/>
        </w:rPr>
        <w:t>abrigo</w:t>
      </w:r>
      <w:r w:rsidRPr="00341735">
        <w:rPr>
          <w:rFonts w:ascii="Arial" w:hAnsi="Arial" w:cs="Arial"/>
        </w:rPr>
        <w:t xml:space="preserve"> cumpra sua função, </w:t>
      </w:r>
      <w:r>
        <w:rPr>
          <w:rFonts w:ascii="Arial" w:hAnsi="Arial" w:cs="Arial"/>
        </w:rPr>
        <w:t>tornando</w:t>
      </w:r>
      <w:r w:rsidRPr="00341735">
        <w:rPr>
          <w:rFonts w:ascii="Arial" w:hAnsi="Arial" w:cs="Arial"/>
        </w:rPr>
        <w:t xml:space="preserve"> necessária a intervenção no local.</w:t>
      </w:r>
    </w:p>
    <w:p w:rsidR="00341735" w:rsidRDefault="00341735" w:rsidP="0034173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41735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4173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41735">
        <w:rPr>
          <w:rFonts w:ascii="Arial" w:hAnsi="Arial" w:cs="Arial"/>
        </w:rPr>
        <w:t>28 de março de 2018.</w:t>
      </w:r>
    </w:p>
    <w:p w:rsidR="00341735" w:rsidRDefault="0034173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1735" w:rsidRDefault="0034173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1735" w:rsidRDefault="0034173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1735" w:rsidRPr="00A34F2C" w:rsidRDefault="0034173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41735" w:rsidRPr="00A34F2C" w:rsidRDefault="0034173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41735" w:rsidRDefault="0034173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41735" w:rsidRDefault="003417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41735" w:rsidRDefault="00341735" w:rsidP="0034173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33DDCB1">
            <wp:extent cx="5402580" cy="430530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30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1735" w:rsidRPr="00341735" w:rsidRDefault="00341735" w:rsidP="0034173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6337255">
            <wp:extent cx="5402580" cy="3710940"/>
            <wp:effectExtent l="0" t="0" r="762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71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41735" w:rsidRPr="0034173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36C" w:rsidRDefault="00F5336C">
      <w:r>
        <w:separator/>
      </w:r>
    </w:p>
  </w:endnote>
  <w:endnote w:type="continuationSeparator" w:id="0">
    <w:p w:rsidR="00F5336C" w:rsidRDefault="00F5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36C" w:rsidRDefault="00F5336C">
      <w:r>
        <w:separator/>
      </w:r>
    </w:p>
  </w:footnote>
  <w:footnote w:type="continuationSeparator" w:id="0">
    <w:p w:rsidR="00F5336C" w:rsidRDefault="00F53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41735">
      <w:rPr>
        <w:rFonts w:ascii="Arial" w:hAnsi="Arial" w:cs="Arial"/>
        <w:b/>
        <w:sz w:val="20"/>
        <w:szCs w:val="20"/>
        <w:u w:val="single"/>
      </w:rPr>
      <w:t>800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41735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3C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3C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1735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3C1A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5336C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319AD-731C-448A-92D0-C1FF0D10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2018-03-26T15:42:00Z</cp:lastPrinted>
  <dcterms:created xsi:type="dcterms:W3CDTF">2018-03-26T15:42:00Z</dcterms:created>
  <dcterms:modified xsi:type="dcterms:W3CDTF">2018-03-26T15:42:00Z</dcterms:modified>
</cp:coreProperties>
</file>